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1C" w:rsidRDefault="00C4431A" w:rsidP="00F00841">
      <w:pPr>
        <w:autoSpaceDE w:val="0"/>
        <w:autoSpaceDN w:val="0"/>
        <w:jc w:val="distribute"/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C4431A" w:rsidTr="00C4431A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C4431A" w:rsidRDefault="00C4431A" w:rsidP="00C4431A">
                                  <w:pPr>
                                    <w:pStyle w:val="R0"/>
                                  </w:pPr>
                                  <w:r w:rsidRPr="00C4431A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C4431A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C4431A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敷島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博士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431A" w:rsidRDefault="00C4431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C4431A" w:rsidTr="00C4431A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C4431A" w:rsidRDefault="00C4431A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C4431A" w:rsidRDefault="00C44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C4431A" w:rsidTr="00C4431A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C4431A" w:rsidRDefault="00C4431A" w:rsidP="00C4431A">
                            <w:pPr>
                              <w:pStyle w:val="R0"/>
                            </w:pPr>
                            <w:r w:rsidRPr="00C4431A">
                              <w:rPr>
                                <w:sz w:val="34"/>
                              </w:rPr>
                              <w:fldChar w:fldCharType="begin"/>
                            </w:r>
                            <w:r w:rsidRPr="00C4431A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C4431A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敷島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博士</w:t>
                            </w:r>
                            <w:r>
                              <w:fldChar w:fldCharType="end"/>
                            </w:r>
                          </w:p>
                          <w:p w:rsidR="00C4431A" w:rsidRDefault="00C4431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C4431A" w:rsidTr="00C4431A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C4431A" w:rsidRDefault="00C4431A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C4431A" w:rsidTr="00C4431A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C4431A" w:rsidRDefault="00C4431A" w:rsidP="00C4431A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北海道函館市日吉町五六-七八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431A" w:rsidRDefault="00C4431A" w:rsidP="00C4431A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C4431A" w:rsidRDefault="00C44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C4431A" w:rsidTr="00C4431A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C4431A" w:rsidRDefault="00C4431A" w:rsidP="00C4431A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北海道函館市日吉町五六-七八</w:t>
                            </w:r>
                            <w:r>
                              <w:fldChar w:fldCharType="end"/>
                            </w:r>
                          </w:p>
                          <w:p w:rsidR="00C4431A" w:rsidRDefault="00C4431A" w:rsidP="00C4431A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C4431A" w:rsidTr="00C4431A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C4431A" w:rsidRDefault="00C4431A" w:rsidP="00C4431A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北海道苫小牧市美園一二-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三四</w:t>
                                  </w:r>
                                </w:p>
                                <w:p w:rsidR="00C4431A" w:rsidRDefault="00C4431A" w:rsidP="00C4431A">
                                  <w:pPr>
                                    <w:pStyle w:val="S2"/>
                                  </w:pPr>
                                </w:p>
                                <w:p w:rsidR="00C4431A" w:rsidRDefault="00C4431A" w:rsidP="00C4431A">
                                  <w:pPr>
                                    <w:pStyle w:val="S0"/>
                                  </w:pPr>
                                  <w:r w:rsidRPr="00C4431A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金田　金太郎</w:t>
                                  </w:r>
                                </w:p>
                                <w:p w:rsidR="00C4431A" w:rsidRDefault="00C4431A" w:rsidP="00C4431A">
                                  <w:pPr>
                                    <w:pStyle w:val="S3"/>
                                  </w:pPr>
                                  <w:r>
                                    <w:t>Tel: 0144-xx-xxxx</w:t>
                                  </w:r>
                                </w:p>
                                <w:p w:rsidR="00C4431A" w:rsidRDefault="00C4431A" w:rsidP="00C4431A">
                                  <w:pPr>
                                    <w:pStyle w:val="S3"/>
                                  </w:pPr>
                                  <w:r>
                                    <w:t>Mail: testjikkyo.co.jp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C4431A" w:rsidRDefault="00C44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C4431A" w:rsidTr="00C4431A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C4431A" w:rsidRDefault="00C4431A" w:rsidP="00C4431A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北海道苫小牧市美園一二-</w:t>
                            </w:r>
                            <w:r>
                              <w:rPr>
                                <w:rFonts w:hint="eastAsia"/>
                              </w:rPr>
                              <w:t>三四</w:t>
                            </w:r>
                          </w:p>
                          <w:p w:rsidR="00C4431A" w:rsidRDefault="00C4431A" w:rsidP="00C4431A">
                            <w:pPr>
                              <w:pStyle w:val="S2"/>
                            </w:pPr>
                          </w:p>
                          <w:p w:rsidR="00C4431A" w:rsidRDefault="00C4431A" w:rsidP="00C4431A">
                            <w:pPr>
                              <w:pStyle w:val="S0"/>
                            </w:pPr>
                            <w:r w:rsidRPr="00C4431A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金田　金太郎</w:t>
                            </w:r>
                          </w:p>
                          <w:p w:rsidR="00C4431A" w:rsidRDefault="00C4431A" w:rsidP="00C4431A">
                            <w:pPr>
                              <w:pStyle w:val="S3"/>
                            </w:pPr>
                            <w:r>
                              <w:t>Tel: 0144-xx-xxxx</w:t>
                            </w:r>
                          </w:p>
                          <w:p w:rsidR="00C4431A" w:rsidRDefault="00C4431A" w:rsidP="00C4431A">
                            <w:pPr>
                              <w:pStyle w:val="S3"/>
                            </w:pPr>
                            <w:r>
                              <w:t>Mail: testjikkyo.co.jp</w:t>
                            </w:r>
                          </w:p>
                        </w:tc>
                      </w:tr>
                      <w:bookmarkEnd w:id="10"/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C4431A" w:rsidTr="00C4431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4431A" w:rsidRPr="00C4431A" w:rsidRDefault="00C4431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C4431A" w:rsidRDefault="00C44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C4431A" w:rsidTr="00C4431A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C4431A" w:rsidRPr="00C4431A" w:rsidRDefault="00C4431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C4431A" w:rsidTr="00C4431A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C4431A" w:rsidRDefault="00C4431A" w:rsidP="00C4431A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431A" w:rsidRDefault="00C4431A" w:rsidP="00C4431A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C4431A" w:rsidRDefault="00C44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C4431A" w:rsidTr="00C4431A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C4431A" w:rsidRDefault="00C4431A" w:rsidP="00C4431A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:rsidR="00C4431A" w:rsidRDefault="00C4431A" w:rsidP="00C4431A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C4431A" w:rsidTr="00C4431A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C4431A" w:rsidRPr="00C4431A" w:rsidRDefault="00C4431A" w:rsidP="00C4431A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C4431A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0410841</w: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C4431A" w:rsidRPr="00C4431A" w:rsidRDefault="00C4431A" w:rsidP="00C4431A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C4431A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0410841</w:t>
                                  </w:r>
                                  <w:r w:rsidRPr="00C4431A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C4431A" w:rsidRDefault="00C44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C4431A" w:rsidTr="00C4431A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C4431A" w:rsidRPr="00C4431A" w:rsidRDefault="00C4431A" w:rsidP="00C4431A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C4431A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C4431A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C4431A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C4431A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C4431A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0410841</w:t>
                            </w:r>
                            <w:r w:rsidRPr="00C4431A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C4431A" w:rsidRPr="00C4431A" w:rsidRDefault="00C4431A" w:rsidP="00C4431A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C4431A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C4431A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C4431A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C4431A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C4431A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0410841</w:t>
                            </w:r>
                            <w:r w:rsidRPr="00C4431A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C4431A" w:rsidTr="00C4431A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C4431A" w:rsidRDefault="00C4431A" w:rsidP="00C4431A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C4431A">
                                    <w:rPr>
                                      <w:rFonts w:ascii="OCRB"/>
                                    </w:rPr>
                                    <w:t>053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C4431A" w:rsidRDefault="00C4431A" w:rsidP="00C4431A">
                                  <w:pPr>
                                    <w:pStyle w:val="SB"/>
                                    <w:ind w:right="-105"/>
                                  </w:pPr>
                                  <w:r w:rsidRPr="00C4431A">
                                    <w:rPr>
                                      <w:rFonts w:ascii="OCRB"/>
                                    </w:rPr>
                                    <w:t>0041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C4431A" w:rsidRDefault="00C4431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C4431A" w:rsidTr="00C4431A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C4431A" w:rsidRDefault="00C4431A" w:rsidP="00C4431A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C4431A">
                              <w:rPr>
                                <w:rFonts w:ascii="OCRB"/>
                              </w:rPr>
                              <w:t>053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C4431A" w:rsidRDefault="00C4431A" w:rsidP="00C4431A">
                            <w:pPr>
                              <w:pStyle w:val="SB"/>
                              <w:ind w:right="-105"/>
                            </w:pPr>
                            <w:r w:rsidRPr="00C4431A">
                              <w:rPr>
                                <w:rFonts w:ascii="OCRB"/>
                              </w:rPr>
                              <w:t>0041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C4431A" w:rsidRDefault="00C4431A"/>
                  </w:txbxContent>
                </v:textbox>
              </v:shape>
            </w:pict>
          </mc:Fallback>
        </mc:AlternateContent>
      </w:r>
    </w:p>
    <w:sectPr w:rsidR="007D581C" w:rsidSect="00C4431A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890" w:rsidRDefault="00E16890" w:rsidP="00C4431A">
      <w:r>
        <w:separator/>
      </w:r>
    </w:p>
  </w:endnote>
  <w:endnote w:type="continuationSeparator" w:id="0">
    <w:p w:rsidR="00E16890" w:rsidRDefault="00E16890" w:rsidP="00C4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890" w:rsidRDefault="00E16890" w:rsidP="00C4431A">
      <w:r>
        <w:separator/>
      </w:r>
    </w:p>
  </w:footnote>
  <w:footnote w:type="continuationSeparator" w:id="0">
    <w:p w:rsidR="00E16890" w:rsidRDefault="00E16890" w:rsidP="00C44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31A" w:rsidRDefault="00C4431A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431A" w:rsidRDefault="00C4431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C4431A" w:rsidRDefault="00C4431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1A"/>
    <w:rsid w:val="003F53A6"/>
    <w:rsid w:val="007D581C"/>
    <w:rsid w:val="00A5541E"/>
    <w:rsid w:val="00A713F0"/>
    <w:rsid w:val="00A97E0A"/>
    <w:rsid w:val="00C4431A"/>
    <w:rsid w:val="00E16890"/>
    <w:rsid w:val="00F0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750494-EE71-453F-99D7-DC7ADA57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G正楷書体-PRO" w:eastAsia="HG正楷書体-PRO" w:hAnsi="Century" w:cs="Times New Roman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1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C4431A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C4431A"/>
    <w:pPr>
      <w:ind w:left="0"/>
    </w:pPr>
    <w:rPr>
      <w:noProof/>
      <w:sz w:val="22"/>
    </w:rPr>
  </w:style>
  <w:style w:type="paragraph" w:customStyle="1" w:styleId="R0">
    <w:name w:val="R氏名"/>
    <w:basedOn w:val="a"/>
    <w:rsid w:val="00C4431A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C4431A"/>
    <w:rPr>
      <w:noProof/>
      <w:sz w:val="44"/>
    </w:rPr>
  </w:style>
  <w:style w:type="paragraph" w:customStyle="1" w:styleId="R1">
    <w:name w:val="R住所_1"/>
    <w:basedOn w:val="a"/>
    <w:rsid w:val="00C4431A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C4431A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C4431A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C4431A"/>
    <w:pPr>
      <w:ind w:left="0"/>
    </w:pPr>
    <w:rPr>
      <w:noProof/>
      <w:sz w:val="21"/>
    </w:rPr>
  </w:style>
  <w:style w:type="paragraph" w:customStyle="1" w:styleId="R3">
    <w:name w:val="R部署"/>
    <w:basedOn w:val="a"/>
    <w:rsid w:val="00C4431A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C4431A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C4431A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sz w:val="44"/>
      <w:szCs w:val="20"/>
      <w:lang w:bidi="he-IL"/>
    </w:rPr>
  </w:style>
  <w:style w:type="paragraph" w:customStyle="1" w:styleId="RB">
    <w:name w:val="R郵便番号B"/>
    <w:basedOn w:val="a"/>
    <w:rsid w:val="00C4431A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sz w:val="44"/>
      <w:szCs w:val="20"/>
      <w:lang w:bidi="he-IL"/>
    </w:rPr>
  </w:style>
  <w:style w:type="paragraph" w:customStyle="1" w:styleId="S">
    <w:name w:val="S会社"/>
    <w:basedOn w:val="a"/>
    <w:rsid w:val="00C4431A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C4431A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C4431A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C4431A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C4431A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C4431A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C4431A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C4431A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C4431A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C4431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C4431A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C443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4431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C443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4431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宮岸由紀雄</cp:lastModifiedBy>
  <cp:revision>6</cp:revision>
  <dcterms:created xsi:type="dcterms:W3CDTF">2016-09-05T23:01:00Z</dcterms:created>
  <dcterms:modified xsi:type="dcterms:W3CDTF">2016-10-30T16:35:00Z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